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154E5BC" w14:textId="77777777" w:rsidR="00857962" w:rsidRPr="00460028" w:rsidRDefault="004426D8" w:rsidP="00857962">
      <w:pPr>
        <w:pStyle w:val="Title"/>
      </w:pPr>
      <w:bookmarkStart w:id="0" w:name="_Toc290110705"/>
      <w:r>
        <w:rPr>
          <w:noProof/>
          <w:lang w:eastAsia="en-GB"/>
        </w:rPr>
        <w:pict w14:anchorId="13B66059">
          <v:shapetype id="_x0000_t202" coordsize="21600,21600" o:spt="202" path="m0,0l0,21600,21600,21600,21600,0xe">
            <v:stroke joinstyle="miter"/>
            <v:path gradientshapeok="t" o:connecttype="rect"/>
          </v:shapetype>
          <v:shape id="Text Box 115" o:spid="_x0000_s1033" type="#_x0000_t202" style="position:absolute;left:0;text-align:left;margin-left:-92.75pt;margin-top:114.85pt;width:225.8pt;height:31.7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14:paraId="7F532614"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eastAsia="en-GB"/>
        </w:rPr>
        <w:pict w14:anchorId="569AFC3D">
          <v:line id="Line 117" o:spid="_x0000_s1032" style="position:absolute;left:0;text-align:left;z-index:251660800;visibility:visibl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w:r>
      <w:r>
        <w:rPr>
          <w:noProof/>
          <w:lang w:eastAsia="en-GB"/>
        </w:rPr>
        <w:pict w14:anchorId="12CB9C0F">
          <v:line id="Line 116" o:spid="_x0000_s1031" style="position:absolute;left:0;text-align:left;flip:y;z-index:251659776;visibility:visibl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w:r>
      <w:r>
        <w:rPr>
          <w:noProof/>
          <w:lang w:eastAsia="en-GB"/>
        </w:rPr>
        <w:pict w14:anchorId="282EB482">
          <v:shape id="Text Box 114" o:spid="_x0000_s1027" type="#_x0000_t202" style="position:absolute;left:0;text-align:left;margin-left:-193.15pt;margin-top:447.95pt;width:422.3pt;height:36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14:paraId="053C050D"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eastAsia="en-GB"/>
        </w:rPr>
        <w:pict w14:anchorId="22CF9687">
          <v:shape id="Text Box 118" o:spid="_x0000_s1029"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JoAhWi9AgAAwgUAAA4AAAAAAAAAAAAAAAAALgIAAGRycy9lMm9Eb2MueG1sUEsBAi0AFAAGAAgA&#10;AAAhAKE4/WThAAAADQEAAA8AAAAAAAAAAAAAAAAAFwUAAGRycy9kb3ducmV2LnhtbFBLBQYAAAAA&#10;BAAEAPMAAAAlBgAAAAA=&#10;" filled="f" fillcolor="#0c9" stroked="f">
            <v:textbox>
              <w:txbxContent>
                <w:p w14:paraId="43688ADD" w14:textId="77777777" w:rsidR="00460028" w:rsidRPr="0044047B" w:rsidRDefault="001C2FB8"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14:paraId="1CA40F90" w14:textId="77777777"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roofErr w:type="gramEnd"/>
                </w:p>
                <w:p w14:paraId="5CF5C18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5B0E5D6A" w14:textId="77777777"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proofErr w:type="gramEnd"/>
                  <w:r w:rsidR="0044047B">
                    <w:rPr>
                      <w:rFonts w:cs="Arial"/>
                      <w:color w:val="000000"/>
                      <w:sz w:val="20"/>
                      <w:szCs w:val="18"/>
                    </w:rPr>
                    <w:t>-mail:</w:t>
                  </w:r>
                  <w:r w:rsidR="00C80BE0">
                    <w:rPr>
                      <w:rFonts w:cs="Arial"/>
                      <w:color w:val="000000"/>
                      <w:sz w:val="20"/>
                      <w:szCs w:val="18"/>
                    </w:rPr>
                    <w:t xml:space="preserve"> </w:t>
                  </w:r>
                  <w:r w:rsidR="0044047B">
                    <w:rPr>
                      <w:rFonts w:cs="Arial"/>
                      <w:color w:val="000000"/>
                      <w:sz w:val="20"/>
                      <w:szCs w:val="18"/>
                    </w:rPr>
                    <w:t xml:space="preserve"> </w:t>
                  </w:r>
                  <w:hyperlink r:id="rId9" w:history="1">
                    <w:r w:rsidR="00C80BE0">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0" w:history="1">
                    <w:r w:rsidR="00070873" w:rsidRPr="00126198">
                      <w:rPr>
                        <w:rStyle w:val="Hyperlink"/>
                        <w:rFonts w:cs="Arial"/>
                        <w:sz w:val="20"/>
                        <w:szCs w:val="18"/>
                      </w:rPr>
                      <w:t>www.iala-aism.org</w:t>
                    </w:r>
                  </w:hyperlink>
                </w:p>
              </w:txbxContent>
            </v:textbox>
          </v:shape>
        </w:pict>
      </w:r>
      <w:r w:rsidR="001C2FB8">
        <w:rPr>
          <w:b w:val="0"/>
          <w:bCs w:val="0"/>
          <w:noProof/>
          <w:lang w:val="en-US"/>
        </w:rPr>
        <w:drawing>
          <wp:anchor distT="0" distB="0" distL="114300" distR="114300" simplePos="0" relativeHeight="251655680" behindDoc="0" locked="0" layoutInCell="1" allowOverlap="1" wp14:anchorId="10CE6E78" wp14:editId="5A70B8A0">
            <wp:simplePos x="0" y="0"/>
            <wp:positionH relativeFrom="column">
              <wp:posOffset>2514600</wp:posOffset>
            </wp:positionH>
            <wp:positionV relativeFrom="paragraph">
              <wp:posOffset>4611370</wp:posOffset>
            </wp:positionV>
            <wp:extent cx="898525" cy="1236980"/>
            <wp:effectExtent l="0" t="0" r="0" b="127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lang w:eastAsia="en-GB"/>
        </w:rPr>
        <w:pict w14:anchorId="3167B375">
          <v:shape id="Text Box 111" o:spid="_x0000_s1030" type="#_x0000_t202" style="position:absolute;left:0;text-align:left;margin-left:84pt;margin-top:39.1pt;width:4in;height:291.8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14:paraId="3639E3CC"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5E4CAD2" w14:textId="77777777" w:rsidR="00460028" w:rsidRPr="008F2CE7" w:rsidRDefault="008F2CE7" w:rsidP="00460028">
                  <w:pPr>
                    <w:autoSpaceDE w:val="0"/>
                    <w:autoSpaceDN w:val="0"/>
                    <w:adjustRightInd w:val="0"/>
                    <w:jc w:val="center"/>
                    <w:rPr>
                      <w:rFonts w:cs="Arial"/>
                      <w:b/>
                      <w:bCs/>
                      <w:color w:val="000000"/>
                      <w:sz w:val="36"/>
                      <w:szCs w:val="36"/>
                    </w:rPr>
                  </w:pPr>
                  <w:r w:rsidRPr="008F2CE7">
                    <w:rPr>
                      <w:rFonts w:cs="Arial"/>
                      <w:b/>
                      <w:bCs/>
                      <w:color w:val="000000"/>
                      <w:sz w:val="36"/>
                      <w:szCs w:val="36"/>
                    </w:rPr>
                    <w:t>O-104</w:t>
                  </w:r>
                </w:p>
                <w:p w14:paraId="1545BF98" w14:textId="77777777" w:rsidR="00460028" w:rsidRPr="008F2CE7" w:rsidRDefault="00460028" w:rsidP="00460028">
                  <w:pPr>
                    <w:autoSpaceDE w:val="0"/>
                    <w:autoSpaceDN w:val="0"/>
                    <w:adjustRightInd w:val="0"/>
                    <w:jc w:val="center"/>
                    <w:rPr>
                      <w:rFonts w:cs="Arial"/>
                      <w:b/>
                      <w:bCs/>
                      <w:color w:val="000000"/>
                      <w:sz w:val="36"/>
                      <w:szCs w:val="36"/>
                    </w:rPr>
                  </w:pPr>
                </w:p>
                <w:p w14:paraId="2FD3F3E0" w14:textId="77777777" w:rsidR="00460028" w:rsidRPr="008F2CE7" w:rsidRDefault="00460028" w:rsidP="00460028">
                  <w:pPr>
                    <w:autoSpaceDE w:val="0"/>
                    <w:autoSpaceDN w:val="0"/>
                    <w:adjustRightInd w:val="0"/>
                    <w:jc w:val="center"/>
                    <w:rPr>
                      <w:rFonts w:cs="Arial"/>
                      <w:b/>
                      <w:bCs/>
                      <w:color w:val="000000"/>
                      <w:sz w:val="36"/>
                      <w:szCs w:val="36"/>
                    </w:rPr>
                  </w:pPr>
                  <w:r w:rsidRPr="008F2CE7">
                    <w:rPr>
                      <w:rFonts w:cs="Arial"/>
                      <w:b/>
                      <w:bCs/>
                      <w:color w:val="000000"/>
                      <w:sz w:val="36"/>
                      <w:szCs w:val="36"/>
                    </w:rPr>
                    <w:t>On</w:t>
                  </w:r>
                </w:p>
                <w:p w14:paraId="713FA10E"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31127745" w14:textId="77777777" w:rsidR="00460028" w:rsidRPr="008F2CE7" w:rsidRDefault="000F7F86" w:rsidP="007E4A72">
                  <w:pPr>
                    <w:autoSpaceDE w:val="0"/>
                    <w:autoSpaceDN w:val="0"/>
                    <w:adjustRightInd w:val="0"/>
                    <w:ind w:left="360"/>
                    <w:jc w:val="center"/>
                    <w:rPr>
                      <w:rFonts w:cs="Arial"/>
                      <w:b/>
                      <w:bCs/>
                      <w:color w:val="000000"/>
                      <w:sz w:val="36"/>
                      <w:szCs w:val="36"/>
                      <w:highlight w:val="yellow"/>
                    </w:rPr>
                  </w:pPr>
                  <w:r>
                    <w:rPr>
                      <w:b/>
                      <w:sz w:val="36"/>
                      <w:szCs w:val="36"/>
                    </w:rPr>
                    <w:t>‘</w:t>
                  </w:r>
                  <w:r w:rsidR="008F2CE7" w:rsidRPr="008F2CE7">
                    <w:rPr>
                      <w:b/>
                      <w:sz w:val="36"/>
                      <w:szCs w:val="36"/>
                    </w:rPr>
                    <w:t>Off Station</w:t>
                  </w:r>
                  <w:r>
                    <w:rPr>
                      <w:b/>
                      <w:sz w:val="36"/>
                      <w:szCs w:val="36"/>
                    </w:rPr>
                    <w:t>’</w:t>
                  </w:r>
                  <w:r w:rsidR="008F2CE7" w:rsidRPr="008F2CE7">
                    <w:rPr>
                      <w:b/>
                      <w:sz w:val="36"/>
                      <w:szCs w:val="36"/>
                    </w:rPr>
                    <w:t xml:space="preserve"> Signals for Major Floating Aids</w:t>
                  </w:r>
                </w:p>
                <w:p w14:paraId="2C765C2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53BAD01C" w14:textId="77777777" w:rsidR="00460028" w:rsidRPr="0044047B" w:rsidRDefault="00460028" w:rsidP="00460028">
                  <w:pPr>
                    <w:autoSpaceDE w:val="0"/>
                    <w:autoSpaceDN w:val="0"/>
                    <w:adjustRightInd w:val="0"/>
                    <w:jc w:val="center"/>
                    <w:rPr>
                      <w:rFonts w:cs="Arial"/>
                      <w:b/>
                      <w:bCs/>
                      <w:color w:val="000000"/>
                      <w:sz w:val="36"/>
                      <w:szCs w:val="36"/>
                      <w:highlight w:val="yellow"/>
                    </w:rPr>
                  </w:pPr>
                  <w:r w:rsidRPr="008F2CE7">
                    <w:rPr>
                      <w:rFonts w:cs="Arial"/>
                      <w:b/>
                      <w:bCs/>
                      <w:color w:val="000000"/>
                      <w:sz w:val="36"/>
                      <w:szCs w:val="36"/>
                    </w:rPr>
                    <w:t xml:space="preserve">Edition </w:t>
                  </w:r>
                  <w:r w:rsidR="008F2CE7">
                    <w:rPr>
                      <w:rFonts w:cs="Arial"/>
                      <w:b/>
                      <w:bCs/>
                      <w:color w:val="000000"/>
                      <w:sz w:val="36"/>
                      <w:szCs w:val="36"/>
                      <w:highlight w:val="yellow"/>
                    </w:rPr>
                    <w:t>2</w:t>
                  </w:r>
                </w:p>
                <w:p w14:paraId="40CEB0FE"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5468CC8D" w14:textId="77777777" w:rsidR="00460028" w:rsidRPr="0044047B" w:rsidRDefault="008F2CE7"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 2011</w:t>
                  </w:r>
                </w:p>
                <w:p w14:paraId="537C139D" w14:textId="77777777" w:rsidR="00460028" w:rsidRDefault="0044047B" w:rsidP="00460028">
                  <w:pPr>
                    <w:autoSpaceDE w:val="0"/>
                    <w:autoSpaceDN w:val="0"/>
                    <w:adjustRightInd w:val="0"/>
                    <w:jc w:val="center"/>
                    <w:rPr>
                      <w:rFonts w:cs="Arial"/>
                      <w:b/>
                      <w:bCs/>
                      <w:color w:val="000000"/>
                    </w:rPr>
                  </w:pPr>
                  <w:r w:rsidRPr="008F2CE7">
                    <w:rPr>
                      <w:rFonts w:cs="Arial"/>
                      <w:b/>
                      <w:bCs/>
                      <w:color w:val="000000"/>
                    </w:rPr>
                    <w:t>Edition</w:t>
                  </w:r>
                  <w:r w:rsidR="008F2CE7" w:rsidRPr="008F2CE7">
                    <w:rPr>
                      <w:rFonts w:cs="Arial"/>
                      <w:b/>
                      <w:bCs/>
                      <w:color w:val="000000"/>
                    </w:rPr>
                    <w:t xml:space="preserve"> 1</w:t>
                  </w:r>
                  <w:r w:rsidRPr="008F2CE7">
                    <w:rPr>
                      <w:rFonts w:cs="Arial"/>
                      <w:b/>
                      <w:bCs/>
                      <w:color w:val="000000"/>
                    </w:rPr>
                    <w:t xml:space="preserve"> / </w:t>
                  </w:r>
                  <w:r w:rsidR="008F2CE7">
                    <w:rPr>
                      <w:rFonts w:cs="Arial"/>
                      <w:b/>
                      <w:bCs/>
                      <w:color w:val="000000"/>
                    </w:rPr>
                    <w:t>May 1998</w:t>
                  </w:r>
                </w:p>
              </w:txbxContent>
            </v:textbox>
          </v:shape>
        </w:pict>
      </w:r>
      <w:r w:rsidR="00460028" w:rsidRPr="00460028">
        <w:br w:type="page"/>
      </w:r>
      <w:r w:rsidR="00857962" w:rsidRPr="00460028">
        <w:lastRenderedPageBreak/>
        <w:t>Document Revisions</w:t>
      </w:r>
      <w:bookmarkEnd w:id="0"/>
    </w:p>
    <w:p w14:paraId="60FE5268" w14:textId="77777777"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45ECF1CA" w14:textId="77777777">
        <w:tc>
          <w:tcPr>
            <w:tcW w:w="1908" w:type="dxa"/>
          </w:tcPr>
          <w:p w14:paraId="17AC5C64"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4A611E6D"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0AD91AFC"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14:paraId="43C264C5" w14:textId="77777777" w:rsidTr="00985597">
        <w:trPr>
          <w:trHeight w:val="851"/>
        </w:trPr>
        <w:tc>
          <w:tcPr>
            <w:tcW w:w="1908" w:type="dxa"/>
            <w:vAlign w:val="center"/>
          </w:tcPr>
          <w:p w14:paraId="2E04ADB9" w14:textId="77777777" w:rsidR="00857962" w:rsidRPr="00460028" w:rsidRDefault="008F2CE7" w:rsidP="008F2CE7">
            <w:pPr>
              <w:pStyle w:val="BodyText"/>
              <w:rPr>
                <w:highlight w:val="yellow"/>
              </w:rPr>
            </w:pPr>
            <w:r>
              <w:t>July 2005</w:t>
            </w:r>
          </w:p>
        </w:tc>
        <w:tc>
          <w:tcPr>
            <w:tcW w:w="3360" w:type="dxa"/>
            <w:vAlign w:val="center"/>
          </w:tcPr>
          <w:p w14:paraId="048955CC" w14:textId="77777777" w:rsidR="00857962" w:rsidRPr="00460028" w:rsidRDefault="008F2CE7" w:rsidP="00AF615B">
            <w:pPr>
              <w:pStyle w:val="BodyText"/>
              <w:rPr>
                <w:highlight w:val="yellow"/>
              </w:rPr>
            </w:pPr>
            <w:r w:rsidRPr="008F2CE7">
              <w:t>Entire document reformatted</w:t>
            </w:r>
          </w:p>
        </w:tc>
        <w:tc>
          <w:tcPr>
            <w:tcW w:w="4161" w:type="dxa"/>
            <w:vAlign w:val="center"/>
          </w:tcPr>
          <w:p w14:paraId="23AD2071" w14:textId="77777777" w:rsidR="00857962" w:rsidRPr="00460028" w:rsidRDefault="008F2CE7" w:rsidP="00AF615B">
            <w:pPr>
              <w:pStyle w:val="BodyText"/>
            </w:pPr>
            <w:r w:rsidRPr="008F2CE7">
              <w:t>Reformatting to meet IALA documentation standards</w:t>
            </w:r>
          </w:p>
        </w:tc>
      </w:tr>
      <w:tr w:rsidR="00857962" w:rsidRPr="00460028" w14:paraId="2C31678C" w14:textId="77777777" w:rsidTr="00985597">
        <w:trPr>
          <w:trHeight w:val="851"/>
        </w:trPr>
        <w:tc>
          <w:tcPr>
            <w:tcW w:w="1908" w:type="dxa"/>
            <w:vAlign w:val="center"/>
          </w:tcPr>
          <w:p w14:paraId="13A0AB9E" w14:textId="77777777" w:rsidR="00857962" w:rsidRPr="00460028" w:rsidRDefault="00857962" w:rsidP="00AF615B">
            <w:pPr>
              <w:pStyle w:val="BodyText"/>
            </w:pPr>
          </w:p>
        </w:tc>
        <w:tc>
          <w:tcPr>
            <w:tcW w:w="3360" w:type="dxa"/>
            <w:vAlign w:val="center"/>
          </w:tcPr>
          <w:p w14:paraId="15E47BE8" w14:textId="77777777" w:rsidR="00857962" w:rsidRPr="00460028" w:rsidRDefault="00857962" w:rsidP="00AF615B">
            <w:pPr>
              <w:pStyle w:val="BodyText"/>
            </w:pPr>
          </w:p>
        </w:tc>
        <w:tc>
          <w:tcPr>
            <w:tcW w:w="4161" w:type="dxa"/>
            <w:vAlign w:val="center"/>
          </w:tcPr>
          <w:p w14:paraId="79722CE6" w14:textId="77777777" w:rsidR="00857962" w:rsidRPr="00460028" w:rsidRDefault="008F2CE7" w:rsidP="00AF615B">
            <w:pPr>
              <w:pStyle w:val="BodyText"/>
            </w:pPr>
            <w:r>
              <w:t>Council requested that ANM update document.</w:t>
            </w:r>
          </w:p>
        </w:tc>
      </w:tr>
      <w:tr w:rsidR="00857962" w:rsidRPr="00460028" w14:paraId="6B237CC0" w14:textId="77777777" w:rsidTr="00985597">
        <w:trPr>
          <w:trHeight w:val="851"/>
        </w:trPr>
        <w:tc>
          <w:tcPr>
            <w:tcW w:w="1908" w:type="dxa"/>
            <w:vAlign w:val="center"/>
          </w:tcPr>
          <w:p w14:paraId="7E5E203A" w14:textId="77777777" w:rsidR="00857962" w:rsidRPr="00460028" w:rsidRDefault="00857962" w:rsidP="00AF615B">
            <w:pPr>
              <w:pStyle w:val="BodyText"/>
            </w:pPr>
          </w:p>
        </w:tc>
        <w:tc>
          <w:tcPr>
            <w:tcW w:w="3360" w:type="dxa"/>
            <w:vAlign w:val="center"/>
          </w:tcPr>
          <w:p w14:paraId="7C073E03" w14:textId="77777777" w:rsidR="00857962" w:rsidRPr="00460028" w:rsidRDefault="00857962" w:rsidP="00AF615B">
            <w:pPr>
              <w:pStyle w:val="BodyText"/>
            </w:pPr>
          </w:p>
        </w:tc>
        <w:tc>
          <w:tcPr>
            <w:tcW w:w="4161" w:type="dxa"/>
            <w:vAlign w:val="center"/>
          </w:tcPr>
          <w:p w14:paraId="3CE2FD7D" w14:textId="77777777" w:rsidR="00857962" w:rsidRPr="00460028" w:rsidRDefault="00857962" w:rsidP="00AF615B">
            <w:pPr>
              <w:pStyle w:val="BodyText"/>
            </w:pPr>
          </w:p>
        </w:tc>
      </w:tr>
      <w:tr w:rsidR="00857962" w:rsidRPr="00460028" w14:paraId="20162180" w14:textId="77777777" w:rsidTr="00985597">
        <w:trPr>
          <w:trHeight w:val="851"/>
        </w:trPr>
        <w:tc>
          <w:tcPr>
            <w:tcW w:w="1908" w:type="dxa"/>
            <w:vAlign w:val="center"/>
          </w:tcPr>
          <w:p w14:paraId="4B75B182" w14:textId="77777777" w:rsidR="00857962" w:rsidRPr="00460028" w:rsidRDefault="00857962" w:rsidP="00AF615B">
            <w:pPr>
              <w:pStyle w:val="BodyText"/>
            </w:pPr>
          </w:p>
        </w:tc>
        <w:tc>
          <w:tcPr>
            <w:tcW w:w="3360" w:type="dxa"/>
            <w:vAlign w:val="center"/>
          </w:tcPr>
          <w:p w14:paraId="7D27A775" w14:textId="77777777" w:rsidR="00857962" w:rsidRPr="00460028" w:rsidRDefault="00857962" w:rsidP="00AF615B">
            <w:pPr>
              <w:pStyle w:val="BodyText"/>
            </w:pPr>
          </w:p>
        </w:tc>
        <w:tc>
          <w:tcPr>
            <w:tcW w:w="4161" w:type="dxa"/>
            <w:vAlign w:val="center"/>
          </w:tcPr>
          <w:p w14:paraId="75502E89" w14:textId="77777777" w:rsidR="00857962" w:rsidRPr="00460028" w:rsidRDefault="00857962" w:rsidP="00AF615B">
            <w:pPr>
              <w:pStyle w:val="BodyText"/>
            </w:pPr>
          </w:p>
        </w:tc>
      </w:tr>
      <w:tr w:rsidR="00857962" w:rsidRPr="00460028" w14:paraId="0598B5F9" w14:textId="77777777" w:rsidTr="00985597">
        <w:trPr>
          <w:trHeight w:val="851"/>
        </w:trPr>
        <w:tc>
          <w:tcPr>
            <w:tcW w:w="1908" w:type="dxa"/>
            <w:vAlign w:val="center"/>
          </w:tcPr>
          <w:p w14:paraId="0C0FFC5A" w14:textId="77777777" w:rsidR="00857962" w:rsidRPr="00460028" w:rsidRDefault="00857962" w:rsidP="00AF615B">
            <w:pPr>
              <w:pStyle w:val="BodyText"/>
            </w:pPr>
          </w:p>
        </w:tc>
        <w:tc>
          <w:tcPr>
            <w:tcW w:w="3360" w:type="dxa"/>
            <w:vAlign w:val="center"/>
          </w:tcPr>
          <w:p w14:paraId="5C50BBCC" w14:textId="77777777" w:rsidR="00857962" w:rsidRPr="00460028" w:rsidRDefault="00857962" w:rsidP="00AF615B">
            <w:pPr>
              <w:pStyle w:val="BodyText"/>
            </w:pPr>
          </w:p>
        </w:tc>
        <w:tc>
          <w:tcPr>
            <w:tcW w:w="4161" w:type="dxa"/>
            <w:vAlign w:val="center"/>
          </w:tcPr>
          <w:p w14:paraId="2041564E" w14:textId="77777777" w:rsidR="00857962" w:rsidRPr="00460028" w:rsidRDefault="00857962" w:rsidP="00AF615B">
            <w:pPr>
              <w:pStyle w:val="BodyText"/>
            </w:pPr>
          </w:p>
        </w:tc>
      </w:tr>
      <w:tr w:rsidR="00857962" w:rsidRPr="00460028" w14:paraId="340D67C5" w14:textId="77777777" w:rsidTr="00985597">
        <w:trPr>
          <w:trHeight w:val="851"/>
        </w:trPr>
        <w:tc>
          <w:tcPr>
            <w:tcW w:w="1908" w:type="dxa"/>
            <w:vAlign w:val="center"/>
          </w:tcPr>
          <w:p w14:paraId="4E89B772" w14:textId="77777777" w:rsidR="00857962" w:rsidRPr="00460028" w:rsidRDefault="00857962" w:rsidP="00AF615B">
            <w:pPr>
              <w:pStyle w:val="BodyText"/>
            </w:pPr>
          </w:p>
        </w:tc>
        <w:tc>
          <w:tcPr>
            <w:tcW w:w="3360" w:type="dxa"/>
            <w:vAlign w:val="center"/>
          </w:tcPr>
          <w:p w14:paraId="144F6DC7" w14:textId="77777777" w:rsidR="00857962" w:rsidRPr="00460028" w:rsidRDefault="00857962" w:rsidP="00AF615B">
            <w:pPr>
              <w:pStyle w:val="BodyText"/>
            </w:pPr>
          </w:p>
        </w:tc>
        <w:tc>
          <w:tcPr>
            <w:tcW w:w="4161" w:type="dxa"/>
            <w:vAlign w:val="center"/>
          </w:tcPr>
          <w:p w14:paraId="46332B35" w14:textId="77777777" w:rsidR="00857962" w:rsidRPr="00460028" w:rsidRDefault="00857962" w:rsidP="00AF615B">
            <w:pPr>
              <w:pStyle w:val="BodyText"/>
            </w:pPr>
          </w:p>
        </w:tc>
      </w:tr>
    </w:tbl>
    <w:p w14:paraId="0152D067" w14:textId="77777777" w:rsidR="009E1230" w:rsidRPr="00DF6EB4" w:rsidRDefault="00857962" w:rsidP="00DF6EB4">
      <w:pPr>
        <w:pStyle w:val="BlockText"/>
      </w:pPr>
      <w:r w:rsidRPr="00460028">
        <w:br w:type="page"/>
      </w:r>
      <w:r w:rsidR="009E1230" w:rsidRPr="00DF6EB4">
        <w:lastRenderedPageBreak/>
        <w:t>Recommendation on</w:t>
      </w:r>
      <w:r w:rsidR="00DF6EB4" w:rsidRPr="00DF6EB4">
        <w:t xml:space="preserve"> </w:t>
      </w:r>
      <w:r w:rsidR="000F7F86">
        <w:t>‘</w:t>
      </w:r>
      <w:r w:rsidR="008F2CE7">
        <w:t>Off Station</w:t>
      </w:r>
      <w:r w:rsidR="000F7F86">
        <w:t>’</w:t>
      </w:r>
      <w:r w:rsidR="007E4A72">
        <w:t xml:space="preserve"> </w:t>
      </w:r>
      <w:r w:rsidR="008F2CE7" w:rsidRPr="008F2CE7">
        <w:t xml:space="preserve">Signals for </w:t>
      </w:r>
      <w:r w:rsidR="007E4A72">
        <w:t>M</w:t>
      </w:r>
      <w:r w:rsidR="008F2CE7" w:rsidRPr="008F2CE7">
        <w:t>ajor Floating Aids</w:t>
      </w:r>
    </w:p>
    <w:p w14:paraId="6111BF1B" w14:textId="77777777" w:rsidR="009E1230" w:rsidRPr="00460028" w:rsidRDefault="009E1230" w:rsidP="003C44EB">
      <w:pPr>
        <w:pStyle w:val="BlockText"/>
      </w:pPr>
      <w:r w:rsidRPr="00460028">
        <w:t>(Recommendation</w:t>
      </w:r>
      <w:r w:rsidR="00921872">
        <w:t xml:space="preserve"> </w:t>
      </w:r>
      <w:r w:rsidR="008F2CE7">
        <w:t>O-104</w:t>
      </w:r>
      <w:r w:rsidRPr="00460028">
        <w:t>)</w:t>
      </w:r>
    </w:p>
    <w:p w14:paraId="00DD57CA" w14:textId="77777777" w:rsidR="009E1230" w:rsidRPr="00460028" w:rsidRDefault="009E1230"/>
    <w:p w14:paraId="467D8B51" w14:textId="77777777" w:rsidR="009E1230" w:rsidRPr="00460028" w:rsidRDefault="009E1230" w:rsidP="007E43BC">
      <w:pPr>
        <w:pStyle w:val="THECOUNCIL"/>
        <w:rPr>
          <w:sz w:val="22"/>
        </w:rPr>
      </w:pPr>
      <w:r w:rsidRPr="00460028">
        <w:t>THE COUNCIL:</w:t>
      </w:r>
    </w:p>
    <w:p w14:paraId="59567F56" w14:textId="77777777" w:rsidR="009E1230" w:rsidRPr="00460028" w:rsidRDefault="009E1230" w:rsidP="00171AC2">
      <w:pPr>
        <w:pStyle w:val="Recallings"/>
      </w:pPr>
      <w:r w:rsidRPr="00460028">
        <w:rPr>
          <w:b/>
        </w:rPr>
        <w:t>RECALLING</w:t>
      </w:r>
      <w:r w:rsidRPr="00460028">
        <w:t xml:space="preserve"> the function of IALA with respect to Safety of Navigation, the efficiency of maritime transport and the protection of the </w:t>
      </w:r>
      <w:r w:rsidR="00144B4E">
        <w:t xml:space="preserve">marine </w:t>
      </w:r>
      <w:r w:rsidRPr="00460028">
        <w:t>environment;</w:t>
      </w:r>
    </w:p>
    <w:p w14:paraId="665FF489" w14:textId="77777777" w:rsidR="009E1230" w:rsidRPr="00460028" w:rsidRDefault="009E1230" w:rsidP="007E43BC">
      <w:pPr>
        <w:pStyle w:val="Recallings"/>
      </w:pPr>
      <w:r w:rsidRPr="00460028">
        <w:rPr>
          <w:b/>
        </w:rPr>
        <w:t xml:space="preserve">RECOGNISING </w:t>
      </w:r>
      <w:bookmarkStart w:id="1" w:name="_Toc479557559"/>
      <w:r w:rsidRPr="00460028">
        <w:t>that</w:t>
      </w:r>
      <w:r w:rsidR="008F2CE7" w:rsidRPr="00A04CCB">
        <w:t xml:space="preserve"> the </w:t>
      </w:r>
      <w:r w:rsidR="000F7F86">
        <w:t>‘</w:t>
      </w:r>
      <w:r w:rsidR="008F2CE7" w:rsidRPr="00A04CCB">
        <w:t>Agreement concerning Manned Lightships not on their station:</w:t>
      </w:r>
      <w:r w:rsidR="000F7F86">
        <w:t>’ (1930 Lisbon Agreement</w:t>
      </w:r>
      <w:r w:rsidR="008F2CE7" w:rsidRPr="00A04CCB">
        <w:t xml:space="preserve">) of the Conference for the unification of Buoyage and the Lighting of Coasts contained Regulations covering the signals to be displayed by a manned Lightship which had dragged or broken adrift from its moorings. </w:t>
      </w:r>
      <w:r w:rsidR="000F7F86">
        <w:t xml:space="preserve"> </w:t>
      </w:r>
      <w:r w:rsidR="008F2CE7" w:rsidRPr="00A04CCB">
        <w:t xml:space="preserve">(The full text of these Regulations is </w:t>
      </w:r>
      <w:r w:rsidR="000F7F86">
        <w:t>at the A</w:t>
      </w:r>
      <w:r w:rsidR="00C627DE">
        <w:t>nnex</w:t>
      </w:r>
      <w:r w:rsidR="000F7F86">
        <w:t xml:space="preserve"> </w:t>
      </w:r>
      <w:r w:rsidR="00C627DE">
        <w:t>to</w:t>
      </w:r>
      <w:r w:rsidR="000F7F86">
        <w:t xml:space="preserve"> this Recommendation</w:t>
      </w:r>
      <w:r w:rsidR="008F2CE7" w:rsidRPr="00A04CCB">
        <w:t>)</w:t>
      </w:r>
      <w:r w:rsidR="008F2CE7">
        <w:t>;</w:t>
      </w:r>
    </w:p>
    <w:p w14:paraId="0A351400" w14:textId="77777777" w:rsidR="008F2CE7" w:rsidRPr="00A04CCB" w:rsidRDefault="009E1230" w:rsidP="00426BCA">
      <w:pPr>
        <w:pStyle w:val="Recallings"/>
      </w:pPr>
      <w:r w:rsidRPr="007E43BC">
        <w:rPr>
          <w:b/>
        </w:rPr>
        <w:t>RECOGNISING ALSO</w:t>
      </w:r>
      <w:r w:rsidRPr="00460028">
        <w:t xml:space="preserve"> </w:t>
      </w:r>
      <w:r w:rsidR="00921872">
        <w:t>that</w:t>
      </w:r>
      <w:r w:rsidR="008F2CE7" w:rsidRPr="00A04CCB">
        <w:t xml:space="preserve"> these Regulations of the 1930 Lisbon Agreement are no longer relevant to present day circumstances for the following reasons:</w:t>
      </w:r>
    </w:p>
    <w:p w14:paraId="314CEA84" w14:textId="77777777" w:rsidR="008F2CE7" w:rsidRPr="008F2CE7" w:rsidRDefault="00144B4E" w:rsidP="00152BCF">
      <w:pPr>
        <w:pStyle w:val="Recallinglist1"/>
      </w:pPr>
      <w:r>
        <w:t>T</w:t>
      </w:r>
      <w:r w:rsidR="00B142D5">
        <w:t xml:space="preserve">here are no longer any </w:t>
      </w:r>
      <w:r w:rsidR="008F2CE7" w:rsidRPr="00B142D5">
        <w:t>manned lightships</w:t>
      </w:r>
      <w:r w:rsidR="00C279DD">
        <w:t xml:space="preserve"> </w:t>
      </w:r>
      <w:r w:rsidR="00B142D5">
        <w:t xml:space="preserve">in </w:t>
      </w:r>
      <w:r w:rsidR="00C279DD">
        <w:t>existence</w:t>
      </w:r>
      <w:r>
        <w:t>.</w:t>
      </w:r>
    </w:p>
    <w:p w14:paraId="6ECD8B5D" w14:textId="77777777" w:rsidR="008F2CE7" w:rsidRPr="008F2CE7" w:rsidRDefault="00144B4E" w:rsidP="00426BCA">
      <w:pPr>
        <w:pStyle w:val="Recallinglist1"/>
      </w:pPr>
      <w:r>
        <w:t>T</w:t>
      </w:r>
      <w:r w:rsidR="008F2CE7" w:rsidRPr="008F2CE7">
        <w:t>he regulations do not apply</w:t>
      </w:r>
      <w:r w:rsidR="00C279DD">
        <w:t xml:space="preserve"> to unmanned major floating aids to navigation, of which many remain in service.  These AtoN include </w:t>
      </w:r>
      <w:r w:rsidR="00B142D5">
        <w:t>unmanned Light</w:t>
      </w:r>
      <w:r w:rsidR="008F2CE7" w:rsidRPr="00B142D5">
        <w:t xml:space="preserve"> Vessels</w:t>
      </w:r>
      <w:r w:rsidR="00937C59">
        <w:t>/Lightships</w:t>
      </w:r>
      <w:r w:rsidR="008F2CE7" w:rsidRPr="00B142D5">
        <w:t xml:space="preserve">, </w:t>
      </w:r>
      <w:r w:rsidR="00B142D5">
        <w:t>Large Navigation Buoys (LNB</w:t>
      </w:r>
      <w:r w:rsidR="00C279DD">
        <w:t>), Large Automatic Navigation Buoy (</w:t>
      </w:r>
      <w:proofErr w:type="spellStart"/>
      <w:r w:rsidR="008F2CE7" w:rsidRPr="00B142D5">
        <w:t>Lanbys</w:t>
      </w:r>
      <w:proofErr w:type="spellEnd"/>
      <w:r w:rsidR="00B142D5">
        <w:t>)</w:t>
      </w:r>
      <w:r w:rsidR="00DD084C">
        <w:t xml:space="preserve">.  Other large </w:t>
      </w:r>
      <w:r w:rsidR="00C279DD">
        <w:t xml:space="preserve">buoys that are not principally used as aids to navigation, </w:t>
      </w:r>
      <w:r w:rsidR="00C279DD" w:rsidRPr="00C279DD">
        <w:t xml:space="preserve">such as </w:t>
      </w:r>
      <w:r w:rsidR="00DD084C">
        <w:t>large</w:t>
      </w:r>
      <w:r w:rsidR="00C279DD" w:rsidRPr="00C279DD">
        <w:t xml:space="preserve"> mooring buoys and the largest </w:t>
      </w:r>
      <w:r w:rsidR="00C279DD">
        <w:t>Oceanographic Data Acquisition System (</w:t>
      </w:r>
      <w:r w:rsidR="00C279DD" w:rsidRPr="00C279DD">
        <w:t>ODAS</w:t>
      </w:r>
      <w:r w:rsidR="00C279DD">
        <w:t>) buoys</w:t>
      </w:r>
      <w:r w:rsidR="00DD084C">
        <w:t xml:space="preserve"> are also excluded</w:t>
      </w:r>
      <w:r w:rsidR="00C50DBC">
        <w:t xml:space="preserve"> from the 1930 regulations</w:t>
      </w:r>
      <w:r>
        <w:t>.</w:t>
      </w:r>
    </w:p>
    <w:p w14:paraId="5E685E94" w14:textId="77777777" w:rsidR="008F2CE7" w:rsidRPr="008F2CE7" w:rsidRDefault="00144B4E" w:rsidP="00426BCA">
      <w:pPr>
        <w:pStyle w:val="Recallinglist1"/>
      </w:pPr>
      <w:r>
        <w:t>T</w:t>
      </w:r>
      <w:r w:rsidR="008F2CE7" w:rsidRPr="008F2CE7">
        <w:t>he signals prescribed are complex and are not practicable for exhibition by automatic means;</w:t>
      </w:r>
      <w:r>
        <w:t xml:space="preserve"> and</w:t>
      </w:r>
    </w:p>
    <w:p w14:paraId="65012DE7" w14:textId="77777777" w:rsidR="008F2CE7" w:rsidRPr="008F2CE7" w:rsidRDefault="00144B4E" w:rsidP="00426BCA">
      <w:pPr>
        <w:pStyle w:val="Recallinglist1"/>
      </w:pPr>
      <w:r>
        <w:t>T</w:t>
      </w:r>
      <w:r w:rsidR="008F2CE7" w:rsidRPr="008F2CE7">
        <w:t xml:space="preserve">he regulations were </w:t>
      </w:r>
      <w:r w:rsidR="00C279DD">
        <w:t xml:space="preserve">established before </w:t>
      </w:r>
      <w:r w:rsidR="008F2CE7" w:rsidRPr="008F2CE7">
        <w:t>Radio Navigational Warnings</w:t>
      </w:r>
      <w:r w:rsidR="00C279DD">
        <w:t xml:space="preserve">, </w:t>
      </w:r>
      <w:r w:rsidR="008F2CE7" w:rsidRPr="008F2CE7">
        <w:t>Radar</w:t>
      </w:r>
      <w:r w:rsidR="00C279DD">
        <w:t>, Global Positioning Systems, or Automatic Identification System existed.</w:t>
      </w:r>
    </w:p>
    <w:bookmarkEnd w:id="1"/>
    <w:p w14:paraId="794AE476" w14:textId="77777777" w:rsidR="009E1230" w:rsidRPr="00426BCA" w:rsidRDefault="008F2CE7" w:rsidP="00426BCA">
      <w:pPr>
        <w:pStyle w:val="Recallings"/>
      </w:pPr>
      <w:r w:rsidRPr="00426BCA">
        <w:rPr>
          <w:b/>
        </w:rPr>
        <w:t>CONSIDERING</w:t>
      </w:r>
      <w:r w:rsidR="009E1230" w:rsidRPr="00426BCA">
        <w:t xml:space="preserve"> </w:t>
      </w:r>
      <w:r w:rsidRPr="00426BCA">
        <w:t xml:space="preserve">that there is a need to prescribe signals which can reasonably be deployed by automatic means </w:t>
      </w:r>
      <w:r w:rsidR="00937C59">
        <w:t>on</w:t>
      </w:r>
      <w:r w:rsidRPr="00426BCA">
        <w:t xml:space="preserve"> </w:t>
      </w:r>
      <w:r w:rsidR="00937C59">
        <w:t xml:space="preserve">unmanned </w:t>
      </w:r>
      <w:r w:rsidRPr="00937C59">
        <w:t>Light Vessels</w:t>
      </w:r>
      <w:r w:rsidR="00937C59">
        <w:t>/lightships</w:t>
      </w:r>
      <w:r w:rsidRPr="00937C59">
        <w:t xml:space="preserve">, </w:t>
      </w:r>
      <w:r w:rsidR="00937C59">
        <w:t xml:space="preserve">LNBs, </w:t>
      </w:r>
      <w:proofErr w:type="spellStart"/>
      <w:r w:rsidR="00937C59">
        <w:t>Lanbys</w:t>
      </w:r>
      <w:proofErr w:type="spellEnd"/>
      <w:r w:rsidRPr="00937C59">
        <w:t xml:space="preserve">, </w:t>
      </w:r>
      <w:r w:rsidR="00937C59">
        <w:t xml:space="preserve">and </w:t>
      </w:r>
      <w:r w:rsidR="00DD084C">
        <w:t>large non-navigational buoys</w:t>
      </w:r>
      <w:r w:rsidRPr="00937C59">
        <w:t xml:space="preserve"> </w:t>
      </w:r>
      <w:r w:rsidRPr="00426BCA">
        <w:t xml:space="preserve">which </w:t>
      </w:r>
      <w:r w:rsidR="00937C59">
        <w:t xml:space="preserve">are no longer within their prescribed nominated or assigned buoy position, such as when the buoy has </w:t>
      </w:r>
      <w:r w:rsidRPr="00426BCA">
        <w:t>dragged or broken adrift from their moorings;</w:t>
      </w:r>
    </w:p>
    <w:p w14:paraId="492B7223" w14:textId="77777777" w:rsidR="009E1230" w:rsidRPr="00426BCA" w:rsidRDefault="009E1230" w:rsidP="00426BCA">
      <w:pPr>
        <w:pStyle w:val="Recallings"/>
      </w:pPr>
      <w:r w:rsidRPr="00426BCA">
        <w:rPr>
          <w:b/>
        </w:rPr>
        <w:t>ADOPTS</w:t>
      </w:r>
      <w:r w:rsidRPr="00426BCA">
        <w:t xml:space="preserve"> </w:t>
      </w:r>
      <w:r w:rsidR="00C50DBC">
        <w:t xml:space="preserve">the recommendation on </w:t>
      </w:r>
      <w:r w:rsidR="000F7F86">
        <w:t>‘</w:t>
      </w:r>
      <w:r w:rsidR="00E77162" w:rsidRPr="00426BCA">
        <w:t>Off Station</w:t>
      </w:r>
      <w:r w:rsidR="000F7F86">
        <w:t>’</w:t>
      </w:r>
      <w:r w:rsidR="00E77162" w:rsidRPr="00426BCA">
        <w:t xml:space="preserve"> Signals for Major Floating Aids, as set out in the following sections</w:t>
      </w:r>
      <w:r w:rsidR="00921872" w:rsidRPr="00426BCA">
        <w:t xml:space="preserve"> </w:t>
      </w:r>
      <w:r w:rsidRPr="00426BCA">
        <w:t>in the annex of this recommendation; and,</w:t>
      </w:r>
    </w:p>
    <w:p w14:paraId="22C67884" w14:textId="77777777" w:rsidR="009E1230" w:rsidRPr="00460028" w:rsidRDefault="009E1230" w:rsidP="00426BCA">
      <w:pPr>
        <w:pStyle w:val="Recallings"/>
      </w:pPr>
      <w:r w:rsidRPr="00426BCA">
        <w:rPr>
          <w:b/>
        </w:rPr>
        <w:t>RECOMMENDS</w:t>
      </w:r>
      <w:r w:rsidRPr="00460028">
        <w:t xml:space="preserve"> that National Members and other </w:t>
      </w:r>
      <w:r w:rsidR="00144B4E">
        <w:t>Competent</w:t>
      </w:r>
      <w:r w:rsidRPr="00460028">
        <w:t xml:space="preserve"> Authorities providing mar</w:t>
      </w:r>
      <w:r w:rsidR="00675FFD">
        <w:t>ine aids to navigation services:</w:t>
      </w:r>
    </w:p>
    <w:p w14:paraId="330A2497" w14:textId="77777777" w:rsidR="00E77162" w:rsidRDefault="00E77162" w:rsidP="00152BCF">
      <w:pPr>
        <w:pStyle w:val="Recallinglist1"/>
        <w:numPr>
          <w:ilvl w:val="0"/>
          <w:numId w:val="33"/>
        </w:numPr>
      </w:pPr>
      <w:r>
        <w:t xml:space="preserve">When any </w:t>
      </w:r>
      <w:r w:rsidR="00C627DE">
        <w:t xml:space="preserve">unmanned </w:t>
      </w:r>
      <w:r>
        <w:t>Light Vessel</w:t>
      </w:r>
      <w:r w:rsidR="00937C59">
        <w:t>/ Lightship, Large Navigation Buoys (LNB), Large Automatic Navigation Buoy (</w:t>
      </w:r>
      <w:proofErr w:type="spellStart"/>
      <w:r w:rsidR="00937C59" w:rsidRPr="00B142D5">
        <w:t>Lanbys</w:t>
      </w:r>
      <w:proofErr w:type="spellEnd"/>
      <w:r w:rsidR="00937C59">
        <w:t xml:space="preserve">), and in certain circumstances </w:t>
      </w:r>
      <w:r w:rsidR="00937C59" w:rsidRPr="008F2CE7">
        <w:t xml:space="preserve"> </w:t>
      </w:r>
      <w:r w:rsidR="00DD084C">
        <w:t>large non-navigational buoys</w:t>
      </w:r>
      <w:r>
        <w:t xml:space="preserve">, is out of position such </w:t>
      </w:r>
      <w:r w:rsidR="00C50DBC">
        <w:t>that it could be misleading to n</w:t>
      </w:r>
      <w:r>
        <w:t>avigation:</w:t>
      </w:r>
    </w:p>
    <w:p w14:paraId="272A7705" w14:textId="77777777" w:rsidR="00E77162" w:rsidRDefault="00C50DBC" w:rsidP="00152BCF">
      <w:pPr>
        <w:pStyle w:val="Recallinglist2"/>
      </w:pPr>
      <w:r>
        <w:t>all its aids to n</w:t>
      </w:r>
      <w:r w:rsidR="00E77162">
        <w:t>avigation (Lights, Sound signals, Racon, Radio Beacon) should be discontinued;</w:t>
      </w:r>
    </w:p>
    <w:p w14:paraId="2324BD34" w14:textId="77777777" w:rsidR="00E77162" w:rsidRDefault="00E77162" w:rsidP="00152BCF">
      <w:pPr>
        <w:pStyle w:val="Recallinglist2"/>
      </w:pPr>
      <w:r>
        <w:t>to avoid the risk of collision with passing vessels</w:t>
      </w:r>
      <w:r w:rsidR="00171AC2">
        <w:t>,</w:t>
      </w:r>
      <w:r>
        <w:t xml:space="preserve"> the following should be exhibited</w:t>
      </w:r>
      <w:r w:rsidR="00171AC2">
        <w:t xml:space="preserve"> in accordance with</w:t>
      </w:r>
      <w:r>
        <w:t xml:space="preserve"> COLREGS Rule 27 (A)</w:t>
      </w:r>
      <w:r w:rsidR="00171AC2">
        <w:t xml:space="preserve"> for a vessel not under command:</w:t>
      </w:r>
    </w:p>
    <w:p w14:paraId="537B4B2E" w14:textId="77777777" w:rsidR="00E77162" w:rsidRPr="002768E9" w:rsidRDefault="00E77162" w:rsidP="00426BCA">
      <w:pPr>
        <w:pStyle w:val="Recallinglist3"/>
        <w:rPr>
          <w:sz w:val="22"/>
        </w:rPr>
      </w:pPr>
      <w:r w:rsidRPr="002768E9">
        <w:rPr>
          <w:sz w:val="22"/>
        </w:rPr>
        <w:t>two all-round red lights in a vertical line where they can best be seen;</w:t>
      </w:r>
    </w:p>
    <w:p w14:paraId="3C001501" w14:textId="77777777" w:rsidR="00E77162" w:rsidRPr="002768E9" w:rsidRDefault="00E77162" w:rsidP="00426BCA">
      <w:pPr>
        <w:pStyle w:val="Recallinglist3"/>
        <w:rPr>
          <w:sz w:val="22"/>
        </w:rPr>
      </w:pPr>
      <w:r w:rsidRPr="002768E9">
        <w:rPr>
          <w:sz w:val="22"/>
        </w:rPr>
        <w:t>two balls or similar shapes in a vertical line where they can best be seen;</w:t>
      </w:r>
    </w:p>
    <w:p w14:paraId="6A32936A" w14:textId="77777777" w:rsidR="00E77162" w:rsidRPr="002768E9" w:rsidRDefault="00E77162" w:rsidP="00426BCA">
      <w:pPr>
        <w:pStyle w:val="Recallinglist3"/>
        <w:rPr>
          <w:sz w:val="22"/>
        </w:rPr>
      </w:pPr>
      <w:proofErr w:type="gramStart"/>
      <w:r w:rsidRPr="002768E9">
        <w:rPr>
          <w:sz w:val="22"/>
        </w:rPr>
        <w:t>when</w:t>
      </w:r>
      <w:proofErr w:type="gramEnd"/>
      <w:r w:rsidRPr="002768E9">
        <w:rPr>
          <w:sz w:val="22"/>
        </w:rPr>
        <w:t xml:space="preserve"> making way through the water, in addition to the lights prescribed in this paragraph, sidelights and a </w:t>
      </w:r>
      <w:proofErr w:type="spellStart"/>
      <w:r w:rsidRPr="002768E9">
        <w:rPr>
          <w:sz w:val="22"/>
        </w:rPr>
        <w:t>sternlight</w:t>
      </w:r>
      <w:proofErr w:type="spellEnd"/>
      <w:r w:rsidRPr="002768E9">
        <w:rPr>
          <w:sz w:val="22"/>
        </w:rPr>
        <w:t>.</w:t>
      </w:r>
    </w:p>
    <w:p w14:paraId="314E315C" w14:textId="77777777" w:rsidR="00E77162" w:rsidRDefault="00E77162" w:rsidP="00152BCF">
      <w:pPr>
        <w:pStyle w:val="Recallinglist2"/>
      </w:pPr>
      <w:proofErr w:type="gramStart"/>
      <w:r>
        <w:lastRenderedPageBreak/>
        <w:t>if</w:t>
      </w:r>
      <w:proofErr w:type="gramEnd"/>
      <w:r>
        <w:t xml:space="preserve"> the appropriate </w:t>
      </w:r>
      <w:r w:rsidR="00C50DBC">
        <w:t>Competent Authority r</w:t>
      </w:r>
      <w:r>
        <w:t>equires a sound signal to be operated, it should be co</w:t>
      </w:r>
      <w:r w:rsidR="00152BCF">
        <w:t>ded MORSE ‘D’</w:t>
      </w:r>
      <w:r>
        <w:t xml:space="preserve"> as prescribed by rule </w:t>
      </w:r>
      <w:r w:rsidR="00C50DBC">
        <w:t xml:space="preserve">35 of the COLREGS for a vessel </w:t>
      </w:r>
      <w:r w:rsidR="000F7F86">
        <w:t>‘</w:t>
      </w:r>
      <w:r w:rsidR="00152BCF">
        <w:t>Not under comm</w:t>
      </w:r>
      <w:r w:rsidR="00C50DBC">
        <w:t>and</w:t>
      </w:r>
      <w:r w:rsidR="000F7F86">
        <w:t>’</w:t>
      </w:r>
      <w:r w:rsidR="00152BCF">
        <w:t>;</w:t>
      </w:r>
    </w:p>
    <w:p w14:paraId="1FC866D2" w14:textId="77777777" w:rsidR="00E77162" w:rsidRDefault="00E77162" w:rsidP="00152BCF">
      <w:pPr>
        <w:pStyle w:val="Recallinglist2"/>
      </w:pPr>
      <w:proofErr w:type="gramStart"/>
      <w:r>
        <w:t>if</w:t>
      </w:r>
      <w:proofErr w:type="gramEnd"/>
      <w:r>
        <w:t xml:space="preserve"> the appropriate </w:t>
      </w:r>
      <w:r w:rsidR="00C50DBC">
        <w:t xml:space="preserve">Competent Authority </w:t>
      </w:r>
      <w:r>
        <w:t>requires a Racon to be depl</w:t>
      </w:r>
      <w:r w:rsidR="00C50DBC">
        <w:t xml:space="preserve">oyed, it should be coded MORSE </w:t>
      </w:r>
      <w:r w:rsidR="000F7F86">
        <w:t>‘</w:t>
      </w:r>
      <w:r w:rsidR="00152BCF">
        <w:t>D</w:t>
      </w:r>
      <w:r w:rsidR="000F7F86">
        <w:t>’</w:t>
      </w:r>
      <w:r>
        <w:t>.</w:t>
      </w:r>
    </w:p>
    <w:p w14:paraId="661D5C4E" w14:textId="77777777" w:rsidR="002768E9" w:rsidRDefault="002768E9" w:rsidP="00152BCF">
      <w:pPr>
        <w:pStyle w:val="Recallinglist2"/>
      </w:pPr>
      <w:proofErr w:type="gramStart"/>
      <w:r>
        <w:t>if</w:t>
      </w:r>
      <w:proofErr w:type="gramEnd"/>
      <w:r>
        <w:t xml:space="preserve"> the buoy is equipped with </w:t>
      </w:r>
      <w:r w:rsidR="00C50DBC">
        <w:t>and Automatic Identification System (</w:t>
      </w:r>
      <w:r>
        <w:t>AIS</w:t>
      </w:r>
      <w:r w:rsidR="00C50DBC">
        <w:t>)</w:t>
      </w:r>
      <w:r>
        <w:t xml:space="preserve">, this system should broadcast the appropriate </w:t>
      </w:r>
      <w:r w:rsidR="000F7F86">
        <w:t>‘</w:t>
      </w:r>
      <w:r>
        <w:t>off station</w:t>
      </w:r>
      <w:r w:rsidR="000F7F86">
        <w:t>’</w:t>
      </w:r>
      <w:r>
        <w:t xml:space="preserve"> message. </w:t>
      </w:r>
    </w:p>
    <w:p w14:paraId="0F6B0A42" w14:textId="77777777" w:rsidR="009E1230" w:rsidRPr="007E43BC" w:rsidRDefault="00E77162" w:rsidP="00152BCF">
      <w:pPr>
        <w:pStyle w:val="Recallinglist1"/>
        <w:numPr>
          <w:ilvl w:val="0"/>
          <w:numId w:val="36"/>
        </w:numPr>
      </w:pPr>
      <w:proofErr w:type="gramStart"/>
      <w:r>
        <w:t>that</w:t>
      </w:r>
      <w:proofErr w:type="gramEnd"/>
      <w:r>
        <w:t xml:space="preserve"> the signals described in RECOMMENDS be used in conjunction with Radio Navigation Warnings to alert mariners to the danger, to avert the danger of collision.</w:t>
      </w:r>
    </w:p>
    <w:p w14:paraId="18754B5D" w14:textId="77777777" w:rsidR="00C279DD" w:rsidRDefault="00C279DD" w:rsidP="00E22226">
      <w:pPr>
        <w:pStyle w:val="Title"/>
      </w:pPr>
    </w:p>
    <w:p w14:paraId="66D8E9E7" w14:textId="77777777" w:rsidR="002D4569" w:rsidRDefault="007E4A72" w:rsidP="007E4A72">
      <w:r>
        <w:br w:type="page"/>
      </w:r>
    </w:p>
    <w:p w14:paraId="2A9228D2" w14:textId="77777777" w:rsidR="007E4A72" w:rsidRDefault="007E4A72" w:rsidP="00C627DE">
      <w:pPr>
        <w:pStyle w:val="Title"/>
        <w:sectPr w:rsidR="007E4A72" w:rsidSect="008F2CE7">
          <w:headerReference w:type="even" r:id="rId12"/>
          <w:headerReference w:type="default" r:id="rId13"/>
          <w:footerReference w:type="even" r:id="rId14"/>
          <w:footerReference w:type="default" r:id="rId15"/>
          <w:headerReference w:type="first" r:id="rId16"/>
          <w:footerReference w:type="first" r:id="rId17"/>
          <w:pgSz w:w="11906" w:h="16838"/>
          <w:pgMar w:top="567" w:right="1134" w:bottom="567" w:left="1134" w:header="567" w:footer="567" w:gutter="0"/>
          <w:cols w:space="708"/>
          <w:titlePg/>
          <w:docGrid w:linePitch="360"/>
        </w:sectPr>
      </w:pPr>
    </w:p>
    <w:p w14:paraId="4434DB54" w14:textId="77777777" w:rsidR="0044047B" w:rsidRDefault="00917485" w:rsidP="00C627DE">
      <w:pPr>
        <w:pStyle w:val="Title"/>
      </w:pPr>
      <w:bookmarkStart w:id="3" w:name="_Toc290110711"/>
      <w:r>
        <w:lastRenderedPageBreak/>
        <w:t>CONFERENCE FOR THE UNIFICATION OF BUOYAGE AND THE LIGHTING OF COASTS</w:t>
      </w:r>
      <w:bookmarkEnd w:id="3"/>
    </w:p>
    <w:p w14:paraId="3ACEF397" w14:textId="77777777" w:rsidR="00917485" w:rsidRDefault="00917485" w:rsidP="00917485">
      <w:pPr>
        <w:pStyle w:val="BodyText"/>
        <w:jc w:val="center"/>
      </w:pPr>
      <w:r>
        <w:t>(Lisbon, 6th-23rd October, 1930)</w:t>
      </w:r>
    </w:p>
    <w:p w14:paraId="3063CC09" w14:textId="77777777" w:rsidR="00917485" w:rsidRDefault="00917485" w:rsidP="00917485">
      <w:pPr>
        <w:pStyle w:val="BodyText"/>
      </w:pPr>
    </w:p>
    <w:p w14:paraId="7F97497C" w14:textId="77777777" w:rsidR="00917485" w:rsidRPr="00917485" w:rsidRDefault="00917485" w:rsidP="00917485">
      <w:pPr>
        <w:pStyle w:val="BodyText"/>
        <w:spacing w:after="240"/>
        <w:jc w:val="center"/>
        <w:rPr>
          <w:b/>
        </w:rPr>
      </w:pPr>
      <w:r w:rsidRPr="00917485">
        <w:rPr>
          <w:b/>
        </w:rPr>
        <w:t>AGREEMENT CONCERNING MANNED LIGHTSHIPS NOT ON THEIR STATIONS</w:t>
      </w:r>
    </w:p>
    <w:p w14:paraId="69EB208A" w14:textId="77777777" w:rsidR="00917485" w:rsidRPr="00917485" w:rsidRDefault="00917485" w:rsidP="00917485">
      <w:pPr>
        <w:pStyle w:val="BodyText"/>
        <w:spacing w:after="480"/>
        <w:jc w:val="center"/>
        <w:rPr>
          <w:b/>
        </w:rPr>
      </w:pPr>
      <w:r w:rsidRPr="00917485">
        <w:rPr>
          <w:b/>
        </w:rPr>
        <w:t>REGULATIONS RELATING TO SIGNALS FOR MANNED LIGHTSHIPS NOT ON THEIR STATIONS</w:t>
      </w:r>
    </w:p>
    <w:p w14:paraId="7C4C5021" w14:textId="77777777" w:rsidR="00917485" w:rsidRDefault="00917485" w:rsidP="00917485">
      <w:pPr>
        <w:pStyle w:val="List1"/>
      </w:pPr>
      <w:r>
        <w:t>When a lightship is not on its station, whether it has dragged or broken adrift from its moorings or is proceeding towards its station or towards a port, it should not show its characteristic light nor make its characteristic fog-signals.</w:t>
      </w:r>
    </w:p>
    <w:p w14:paraId="16AB07D0" w14:textId="77777777" w:rsidR="00917485" w:rsidRDefault="00917485" w:rsidP="00917485">
      <w:pPr>
        <w:pStyle w:val="List1"/>
      </w:pPr>
      <w:r>
        <w:t>A lightship which has dragged or broken adrift from its moorings should hoist a special signal, which preferably should be:</w:t>
      </w:r>
    </w:p>
    <w:p w14:paraId="3A5779EC" w14:textId="77777777" w:rsidR="00917485" w:rsidRDefault="00917485" w:rsidP="00917485">
      <w:pPr>
        <w:pStyle w:val="List1indent"/>
      </w:pPr>
      <w:r>
        <w:t>By day: Two large black spheres - one forward and one aft;</w:t>
      </w:r>
    </w:p>
    <w:p w14:paraId="48ED37E3" w14:textId="77777777" w:rsidR="00917485" w:rsidRDefault="00917485" w:rsidP="00917485">
      <w:pPr>
        <w:pStyle w:val="List1indent"/>
      </w:pPr>
      <w:r>
        <w:t>By night: Two red lights, one forward and one aft.</w:t>
      </w:r>
    </w:p>
    <w:p w14:paraId="4F85E18C" w14:textId="77777777" w:rsidR="00917485" w:rsidRDefault="00917485" w:rsidP="00917485">
      <w:pPr>
        <w:pStyle w:val="List1text"/>
      </w:pPr>
      <w:r>
        <w:t>It should, furthermore, strike its characteristic topmarks, if they are fitted to permit of this. When circumstances do not permit of the use of the foregoing day signals, or when these are employed as the normal characteristics of the lightship, red flags should be used instead of black spheres.</w:t>
      </w:r>
    </w:p>
    <w:p w14:paraId="5E2A88C8" w14:textId="77777777" w:rsidR="00917485" w:rsidRDefault="00917485" w:rsidP="00917485">
      <w:pPr>
        <w:pStyle w:val="List1"/>
      </w:pPr>
      <w:r>
        <w:t>In addition, as a supplementary measure of precaution, a lightship which has dragged or broken adrift from its moorings should:</w:t>
      </w:r>
    </w:p>
    <w:p w14:paraId="20CE4117" w14:textId="77777777" w:rsidR="00917485" w:rsidRDefault="00917485" w:rsidP="00917485">
      <w:pPr>
        <w:pStyle w:val="List1indent"/>
      </w:pPr>
      <w:r>
        <w:t>By day, fly a flag signal signifying:</w:t>
      </w:r>
    </w:p>
    <w:p w14:paraId="23A3E06E" w14:textId="77777777" w:rsidR="00917485" w:rsidRPr="002768E9" w:rsidRDefault="00917485" w:rsidP="00917485">
      <w:pPr>
        <w:pStyle w:val="List1indent2"/>
        <w:rPr>
          <w:sz w:val="22"/>
        </w:rPr>
      </w:pPr>
      <w:r w:rsidRPr="002768E9">
        <w:rPr>
          <w:sz w:val="22"/>
        </w:rPr>
        <w:t>‘I am not in my correct position’,</w:t>
      </w:r>
    </w:p>
    <w:p w14:paraId="60E5A3F7" w14:textId="77777777" w:rsidR="00917485" w:rsidRPr="002768E9" w:rsidRDefault="00917485" w:rsidP="00917485">
      <w:pPr>
        <w:pStyle w:val="List1indent2"/>
        <w:rPr>
          <w:sz w:val="22"/>
        </w:rPr>
      </w:pPr>
      <w:proofErr w:type="gramStart"/>
      <w:r w:rsidRPr="002768E9">
        <w:rPr>
          <w:sz w:val="22"/>
        </w:rPr>
        <w:t>as</w:t>
      </w:r>
      <w:proofErr w:type="gramEnd"/>
      <w:r w:rsidRPr="002768E9">
        <w:rPr>
          <w:sz w:val="22"/>
        </w:rPr>
        <w:t xml:space="preserve"> laid down in the International Code of Signals.</w:t>
      </w:r>
    </w:p>
    <w:p w14:paraId="64D029EC" w14:textId="77777777" w:rsidR="00917485" w:rsidRDefault="00917485" w:rsidP="00917485">
      <w:pPr>
        <w:pStyle w:val="List1indent"/>
      </w:pPr>
      <w:r>
        <w:t>By night, show at least every quarter of an hour and simultaneously two flares, one red and the other white.</w:t>
      </w:r>
      <w:r w:rsidR="0062122A">
        <w:t xml:space="preserve"> </w:t>
      </w:r>
      <w:r>
        <w:t xml:space="preserve"> When circumstances render it impracticable to use flares, a red and white light shall be displayed simultaneously.</w:t>
      </w:r>
    </w:p>
    <w:p w14:paraId="20E531DB" w14:textId="77777777" w:rsidR="00B36C94" w:rsidRPr="00B36C94" w:rsidRDefault="00917485" w:rsidP="00917485">
      <w:pPr>
        <w:pStyle w:val="List1"/>
      </w:pPr>
      <w:r>
        <w:t>Lastly, a lightship under way must carry the same lights and make the same sound signals as other vessels under way and, if self-propelled, should hoist by day the signal provided for in paragraph 2.</w:t>
      </w:r>
    </w:p>
    <w:sectPr w:rsidR="00B36C94" w:rsidRPr="00B36C94" w:rsidSect="008F2CE7">
      <w:pgSz w:w="11906" w:h="16838"/>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BBA1936" w14:textId="77777777" w:rsidR="002F623B" w:rsidRDefault="002F623B" w:rsidP="009E1230">
      <w:r>
        <w:separator/>
      </w:r>
    </w:p>
  </w:endnote>
  <w:endnote w:type="continuationSeparator" w:id="0">
    <w:p w14:paraId="48C2E559" w14:textId="77777777" w:rsidR="002F623B" w:rsidRDefault="002F623B"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505000" w14:textId="77777777" w:rsidR="005E5CC4" w:rsidRDefault="005E5CC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C9249" w14:textId="77777777" w:rsidR="009E1230" w:rsidRPr="008136BC" w:rsidRDefault="009E1230" w:rsidP="00AB2FA0">
    <w:pPr>
      <w:pStyle w:val="Footer"/>
    </w:pPr>
    <w:r w:rsidRPr="008136BC">
      <w:tab/>
    </w:r>
    <w:r w:rsidRPr="008136BC">
      <w:rPr>
        <w:lang w:val="en-US"/>
      </w:rPr>
      <w:t xml:space="preserve">Page </w:t>
    </w:r>
    <w:r w:rsidR="00A33425" w:rsidRPr="008136BC">
      <w:rPr>
        <w:lang w:val="en-US"/>
      </w:rPr>
      <w:fldChar w:fldCharType="begin"/>
    </w:r>
    <w:r w:rsidRPr="008136BC">
      <w:rPr>
        <w:lang w:val="en-US"/>
      </w:rPr>
      <w:instrText xml:space="preserve"> PAGE </w:instrText>
    </w:r>
    <w:r w:rsidR="00A33425" w:rsidRPr="008136BC">
      <w:rPr>
        <w:lang w:val="en-US"/>
      </w:rPr>
      <w:fldChar w:fldCharType="separate"/>
    </w:r>
    <w:r w:rsidR="004426D8">
      <w:rPr>
        <w:noProof/>
        <w:lang w:val="en-US"/>
      </w:rPr>
      <w:t>4</w:t>
    </w:r>
    <w:r w:rsidR="00A33425" w:rsidRPr="008136BC">
      <w:rPr>
        <w:lang w:val="en-US"/>
      </w:rPr>
      <w:fldChar w:fldCharType="end"/>
    </w:r>
    <w:r w:rsidRPr="008136BC">
      <w:rPr>
        <w:lang w:val="en-US"/>
      </w:rPr>
      <w:t xml:space="preserve"> of </w:t>
    </w:r>
    <w:r w:rsidR="00A33425" w:rsidRPr="008136BC">
      <w:rPr>
        <w:lang w:val="en-US"/>
      </w:rPr>
      <w:fldChar w:fldCharType="begin"/>
    </w:r>
    <w:r w:rsidRPr="008136BC">
      <w:rPr>
        <w:lang w:val="en-US"/>
      </w:rPr>
      <w:instrText xml:space="preserve"> NUMPAGES </w:instrText>
    </w:r>
    <w:r w:rsidR="00A33425" w:rsidRPr="008136BC">
      <w:rPr>
        <w:lang w:val="en-US"/>
      </w:rPr>
      <w:fldChar w:fldCharType="separate"/>
    </w:r>
    <w:r w:rsidR="004426D8">
      <w:rPr>
        <w:noProof/>
        <w:lang w:val="en-US"/>
      </w:rPr>
      <w:t>5</w:t>
    </w:r>
    <w:r w:rsidR="00A33425"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216EAA" w14:textId="77777777" w:rsidR="007E4A72" w:rsidRDefault="007E4A72">
    <w:pPr>
      <w:pStyle w:val="Footer"/>
    </w:pPr>
    <w:r>
      <w:rPr>
        <w:lang w:val="en-US"/>
      </w:rPr>
      <w:tab/>
    </w:r>
    <w:r w:rsidRPr="008136BC">
      <w:rPr>
        <w:lang w:val="en-US"/>
      </w:rPr>
      <w:t xml:space="preserve">Page </w:t>
    </w:r>
    <w:r w:rsidR="00A33425" w:rsidRPr="008136BC">
      <w:rPr>
        <w:lang w:val="en-US"/>
      </w:rPr>
      <w:fldChar w:fldCharType="begin"/>
    </w:r>
    <w:r w:rsidRPr="008136BC">
      <w:rPr>
        <w:lang w:val="en-US"/>
      </w:rPr>
      <w:instrText xml:space="preserve"> PAGE </w:instrText>
    </w:r>
    <w:r w:rsidR="00A33425" w:rsidRPr="008136BC">
      <w:rPr>
        <w:lang w:val="en-US"/>
      </w:rPr>
      <w:fldChar w:fldCharType="separate"/>
    </w:r>
    <w:r w:rsidR="004426D8">
      <w:rPr>
        <w:noProof/>
        <w:lang w:val="en-US"/>
      </w:rPr>
      <w:t>1</w:t>
    </w:r>
    <w:r w:rsidR="00A33425" w:rsidRPr="008136BC">
      <w:rPr>
        <w:lang w:val="en-US"/>
      </w:rPr>
      <w:fldChar w:fldCharType="end"/>
    </w:r>
    <w:r w:rsidRPr="008136BC">
      <w:rPr>
        <w:lang w:val="en-US"/>
      </w:rPr>
      <w:t xml:space="preserve"> of </w:t>
    </w:r>
    <w:r w:rsidR="00A33425" w:rsidRPr="008136BC">
      <w:rPr>
        <w:lang w:val="en-US"/>
      </w:rPr>
      <w:fldChar w:fldCharType="begin"/>
    </w:r>
    <w:r w:rsidRPr="008136BC">
      <w:rPr>
        <w:lang w:val="en-US"/>
      </w:rPr>
      <w:instrText xml:space="preserve"> NUMPAGES </w:instrText>
    </w:r>
    <w:r w:rsidR="00A33425" w:rsidRPr="008136BC">
      <w:rPr>
        <w:lang w:val="en-US"/>
      </w:rPr>
      <w:fldChar w:fldCharType="separate"/>
    </w:r>
    <w:r w:rsidR="004426D8">
      <w:rPr>
        <w:noProof/>
        <w:lang w:val="en-US"/>
      </w:rPr>
      <w:t>5</w:t>
    </w:r>
    <w:r w:rsidR="00A33425"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25C6778" w14:textId="77777777" w:rsidR="002F623B" w:rsidRDefault="002F623B" w:rsidP="009E1230">
      <w:r>
        <w:separator/>
      </w:r>
    </w:p>
  </w:footnote>
  <w:footnote w:type="continuationSeparator" w:id="0">
    <w:p w14:paraId="65F0E3C6" w14:textId="77777777" w:rsidR="002F623B" w:rsidRDefault="002F623B"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702580" w14:textId="77777777" w:rsidR="005E5CC4" w:rsidRDefault="005E5CC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873D9" w14:textId="77777777" w:rsidR="008136BC" w:rsidRDefault="008136BC" w:rsidP="0004410E">
    <w:pPr>
      <w:pStyle w:val="Header"/>
      <w:jc w:val="center"/>
      <w:rPr>
        <w:highlight w:val="yellow"/>
      </w:rPr>
    </w:pPr>
    <w:r w:rsidRPr="008F2CE7">
      <w:t>Recommendation</w:t>
    </w:r>
    <w:r w:rsidR="004C2F5C" w:rsidRPr="008F2CE7">
      <w:t xml:space="preserve"> </w:t>
    </w:r>
    <w:r w:rsidR="008F2CE7" w:rsidRPr="008F2CE7">
      <w:t>O-104</w:t>
    </w:r>
    <w:r w:rsidR="0044047B" w:rsidRPr="008F2CE7">
      <w:t xml:space="preserve"> </w:t>
    </w:r>
    <w:r w:rsidRPr="008F2CE7">
      <w:t xml:space="preserve">– </w:t>
    </w:r>
    <w:r w:rsidR="008F2CE7" w:rsidRPr="008F2CE7">
      <w:rPr>
        <w:sz w:val="20"/>
        <w:szCs w:val="20"/>
      </w:rPr>
      <w:t>‘Off Station’ Signals for Major Floating Aids</w:t>
    </w:r>
  </w:p>
  <w:p w14:paraId="3D712393" w14:textId="77777777" w:rsidR="008136BC" w:rsidRDefault="008F2CE7" w:rsidP="008136BC">
    <w:pPr>
      <w:pBdr>
        <w:bottom w:val="single" w:sz="4" w:space="1" w:color="auto"/>
      </w:pBdr>
      <w:jc w:val="center"/>
      <w:rPr>
        <w:rFonts w:cs="Arial"/>
        <w:sz w:val="20"/>
      </w:rPr>
    </w:pPr>
    <w:r w:rsidRPr="008F2CE7">
      <w:rPr>
        <w:rFonts w:cs="Arial"/>
        <w:sz w:val="20"/>
      </w:rPr>
      <w:t>May 1998</w:t>
    </w:r>
    <w:r w:rsidR="008136BC" w:rsidRPr="008F2CE7">
      <w:rPr>
        <w:rFonts w:cs="Arial"/>
        <w:sz w:val="20"/>
      </w:rPr>
      <w:t xml:space="preserve"> - Revised </w:t>
    </w:r>
    <w:r w:rsidRPr="008F2CE7">
      <w:rPr>
        <w:rFonts w:cs="Arial"/>
        <w:sz w:val="20"/>
        <w:highlight w:val="yellow"/>
      </w:rPr>
      <w:t>December 2011</w:t>
    </w:r>
  </w:p>
  <w:p w14:paraId="386E8CC7" w14:textId="77777777" w:rsidR="009E1230" w:rsidRDefault="009E1230" w:rsidP="00AB2FA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FFC64" w14:textId="7C29C08A" w:rsidR="005E5CC4" w:rsidRDefault="005E5CC4" w:rsidP="000109E4">
    <w:pPr>
      <w:pStyle w:val="Header"/>
      <w:jc w:val="right"/>
    </w:pPr>
    <w:r>
      <w:t>EEP18/11/</w:t>
    </w:r>
    <w:r w:rsidR="004426D8">
      <w:t>10</w:t>
    </w:r>
    <w:bookmarkStart w:id="2" w:name="_GoBack"/>
    <w:bookmarkEnd w:id="2"/>
  </w:p>
  <w:p w14:paraId="327ED3DC" w14:textId="3D127FFD" w:rsidR="0004410E" w:rsidRDefault="005E5CC4" w:rsidP="000109E4">
    <w:pPr>
      <w:pStyle w:val="Header"/>
      <w:jc w:val="right"/>
    </w:pPr>
    <w:r>
      <w:t xml:space="preserve">Formerly </w:t>
    </w:r>
    <w:r w:rsidR="000109E4">
      <w:t>ANM17/output/1</w:t>
    </w:r>
    <w:r w:rsidR="00AD10AE">
      <w:t>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E94212BE"/>
    <w:lvl w:ilvl="0">
      <w:start w:val="1"/>
      <w:numFmt w:val="decimal"/>
      <w:lvlText w:val="%1."/>
      <w:lvlJc w:val="left"/>
      <w:pPr>
        <w:tabs>
          <w:tab w:val="num" w:pos="1492"/>
        </w:tabs>
        <w:ind w:left="1492" w:hanging="360"/>
      </w:pPr>
    </w:lvl>
  </w:abstractNum>
  <w:abstractNum w:abstractNumId="1">
    <w:nsid w:val="FFFFFF7D"/>
    <w:multiLevelType w:val="singleLevel"/>
    <w:tmpl w:val="F54ACF28"/>
    <w:lvl w:ilvl="0">
      <w:start w:val="1"/>
      <w:numFmt w:val="decimal"/>
      <w:lvlText w:val="%1."/>
      <w:lvlJc w:val="left"/>
      <w:pPr>
        <w:tabs>
          <w:tab w:val="num" w:pos="1209"/>
        </w:tabs>
        <w:ind w:left="1209" w:hanging="360"/>
      </w:pPr>
    </w:lvl>
  </w:abstractNum>
  <w:abstractNum w:abstractNumId="2">
    <w:nsid w:val="FFFFFF7E"/>
    <w:multiLevelType w:val="singleLevel"/>
    <w:tmpl w:val="948097C6"/>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nsid w:val="FFFFFF80"/>
    <w:multiLevelType w:val="singleLevel"/>
    <w:tmpl w:val="531A67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FAAF4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F1899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17EE8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73E2B89"/>
    <w:multiLevelType w:val="multilevel"/>
    <w:tmpl w:val="6598E09A"/>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9">
    <w:nsid w:val="58AE4CCD"/>
    <w:multiLevelType w:val="hybridMultilevel"/>
    <w:tmpl w:val="3C2A817A"/>
    <w:lvl w:ilvl="0" w:tplc="FFFFFFFF">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5F1D35E6"/>
    <w:multiLevelType w:val="multilevel"/>
    <w:tmpl w:val="73C81B08"/>
    <w:lvl w:ilvl="0">
      <w:start w:val="1"/>
      <w:numFmt w:val="decimal"/>
      <w:lvlText w:val="%1"/>
      <w:lvlJc w:val="left"/>
      <w:pPr>
        <w:tabs>
          <w:tab w:val="num" w:pos="1134"/>
        </w:tabs>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D5F3343"/>
    <w:multiLevelType w:val="hybridMultilevel"/>
    <w:tmpl w:val="B9F699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F335180"/>
    <w:multiLevelType w:val="hybridMultilevel"/>
    <w:tmpl w:val="C7A49A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6EE4C5D"/>
    <w:multiLevelType w:val="multilevel"/>
    <w:tmpl w:val="2E84E094"/>
    <w:lvl w:ilvl="0">
      <w:start w:val="1"/>
      <w:numFmt w:val="decimal"/>
      <w:lvlText w:val="%1"/>
      <w:lvlJc w:val="left"/>
      <w:pPr>
        <w:tabs>
          <w:tab w:val="num" w:pos="1134"/>
        </w:tabs>
        <w:ind w:left="1134" w:hanging="567"/>
      </w:pPr>
      <w:rPr>
        <w:rFonts w:hint="default"/>
      </w:rPr>
    </w:lvl>
    <w:lvl w:ilvl="1">
      <w:start w:val="1"/>
      <w:numFmt w:val="lowerLetter"/>
      <w:lvlText w:val="%2"/>
      <w:lvlJc w:val="left"/>
      <w:pPr>
        <w:tabs>
          <w:tab w:val="num" w:pos="1701"/>
        </w:tabs>
        <w:ind w:left="567" w:firstLine="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3"/>
  </w:num>
  <w:num w:numId="5">
    <w:abstractNumId w:val="16"/>
  </w:num>
  <w:num w:numId="6">
    <w:abstractNumId w:val="24"/>
  </w:num>
  <w:num w:numId="7">
    <w:abstractNumId w:val="15"/>
  </w:num>
  <w:num w:numId="8">
    <w:abstractNumId w:val="21"/>
  </w:num>
  <w:num w:numId="9">
    <w:abstractNumId w:val="11"/>
  </w:num>
  <w:num w:numId="10">
    <w:abstractNumId w:val="27"/>
  </w:num>
  <w:num w:numId="11">
    <w:abstractNumId w:val="18"/>
  </w:num>
  <w:num w:numId="12">
    <w:abstractNumId w:val="8"/>
  </w:num>
  <w:num w:numId="13">
    <w:abstractNumId w:val="3"/>
  </w:num>
  <w:num w:numId="14">
    <w:abstractNumId w:val="12"/>
  </w:num>
  <w:num w:numId="15">
    <w:abstractNumId w:val="17"/>
  </w:num>
  <w:num w:numId="16">
    <w:abstractNumId w:val="10"/>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4"/>
  </w:num>
  <w:num w:numId="25">
    <w:abstractNumId w:val="14"/>
  </w:num>
  <w:num w:numId="26">
    <w:abstractNumId w:val="14"/>
  </w:num>
  <w:num w:numId="27">
    <w:abstractNumId w:val="14"/>
  </w:num>
  <w:num w:numId="28">
    <w:abstractNumId w:val="19"/>
  </w:num>
  <w:num w:numId="29">
    <w:abstractNumId w:val="10"/>
  </w:num>
  <w:num w:numId="30">
    <w:abstractNumId w:val="22"/>
  </w:num>
  <w:num w:numId="31">
    <w:abstractNumId w:val="23"/>
  </w:num>
  <w:num w:numId="32">
    <w:abstractNumId w:val="20"/>
  </w:num>
  <w:num w:numId="33">
    <w:abstractNumId w:val="20"/>
  </w:num>
  <w:num w:numId="34">
    <w:abstractNumId w:val="25"/>
  </w:num>
  <w:num w:numId="35">
    <w:abstractNumId w:val="26"/>
  </w:num>
  <w:num w:numId="36">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5"/>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8F2CE7"/>
    <w:rsid w:val="000109E4"/>
    <w:rsid w:val="000420D8"/>
    <w:rsid w:val="0004410E"/>
    <w:rsid w:val="000448A8"/>
    <w:rsid w:val="000576F2"/>
    <w:rsid w:val="00070873"/>
    <w:rsid w:val="000D7400"/>
    <w:rsid w:val="000F7F86"/>
    <w:rsid w:val="00134673"/>
    <w:rsid w:val="0014443E"/>
    <w:rsid w:val="00144B4E"/>
    <w:rsid w:val="00152BCF"/>
    <w:rsid w:val="00171AC2"/>
    <w:rsid w:val="00184986"/>
    <w:rsid w:val="001C2FB8"/>
    <w:rsid w:val="001D3B7C"/>
    <w:rsid w:val="001D7306"/>
    <w:rsid w:val="001E61BC"/>
    <w:rsid w:val="001E7399"/>
    <w:rsid w:val="001F045B"/>
    <w:rsid w:val="00207EE6"/>
    <w:rsid w:val="00261A0D"/>
    <w:rsid w:val="0027676C"/>
    <w:rsid w:val="002768E9"/>
    <w:rsid w:val="002D4569"/>
    <w:rsid w:val="002F623B"/>
    <w:rsid w:val="0032752D"/>
    <w:rsid w:val="00351DF6"/>
    <w:rsid w:val="00370529"/>
    <w:rsid w:val="00395D68"/>
    <w:rsid w:val="003A4769"/>
    <w:rsid w:val="003C25A1"/>
    <w:rsid w:val="003C44EB"/>
    <w:rsid w:val="003E2801"/>
    <w:rsid w:val="003F23D2"/>
    <w:rsid w:val="00402FBD"/>
    <w:rsid w:val="00422E65"/>
    <w:rsid w:val="00426BCA"/>
    <w:rsid w:val="0044047B"/>
    <w:rsid w:val="004426D8"/>
    <w:rsid w:val="00460028"/>
    <w:rsid w:val="004668B4"/>
    <w:rsid w:val="004C2F5C"/>
    <w:rsid w:val="004F72F9"/>
    <w:rsid w:val="004F7E33"/>
    <w:rsid w:val="005207B2"/>
    <w:rsid w:val="00527446"/>
    <w:rsid w:val="00582569"/>
    <w:rsid w:val="005A79A1"/>
    <w:rsid w:val="005B6FB4"/>
    <w:rsid w:val="005C24F3"/>
    <w:rsid w:val="005C72AA"/>
    <w:rsid w:val="005E5CC4"/>
    <w:rsid w:val="005F188D"/>
    <w:rsid w:val="006052C5"/>
    <w:rsid w:val="006060EC"/>
    <w:rsid w:val="0062122A"/>
    <w:rsid w:val="00675FFD"/>
    <w:rsid w:val="00681BC4"/>
    <w:rsid w:val="00691B22"/>
    <w:rsid w:val="006B32E5"/>
    <w:rsid w:val="006D1C64"/>
    <w:rsid w:val="0072093C"/>
    <w:rsid w:val="00721DBE"/>
    <w:rsid w:val="007578C8"/>
    <w:rsid w:val="00767FC6"/>
    <w:rsid w:val="00796BF5"/>
    <w:rsid w:val="007A25FA"/>
    <w:rsid w:val="007D251F"/>
    <w:rsid w:val="007E153F"/>
    <w:rsid w:val="007E43BC"/>
    <w:rsid w:val="007E4A72"/>
    <w:rsid w:val="00800D78"/>
    <w:rsid w:val="008136BC"/>
    <w:rsid w:val="00813DF4"/>
    <w:rsid w:val="00821CE7"/>
    <w:rsid w:val="00857962"/>
    <w:rsid w:val="008931CC"/>
    <w:rsid w:val="008B3CBD"/>
    <w:rsid w:val="008F2CE7"/>
    <w:rsid w:val="00917485"/>
    <w:rsid w:val="00921872"/>
    <w:rsid w:val="00937C59"/>
    <w:rsid w:val="009504E2"/>
    <w:rsid w:val="00956293"/>
    <w:rsid w:val="00985597"/>
    <w:rsid w:val="009928CF"/>
    <w:rsid w:val="009B30D7"/>
    <w:rsid w:val="009C22FA"/>
    <w:rsid w:val="009C3998"/>
    <w:rsid w:val="009D7A94"/>
    <w:rsid w:val="009E1230"/>
    <w:rsid w:val="009F55FD"/>
    <w:rsid w:val="00A13CBA"/>
    <w:rsid w:val="00A27A7A"/>
    <w:rsid w:val="00A33425"/>
    <w:rsid w:val="00A3352D"/>
    <w:rsid w:val="00A6234F"/>
    <w:rsid w:val="00A750CA"/>
    <w:rsid w:val="00AA2A80"/>
    <w:rsid w:val="00AB2FA0"/>
    <w:rsid w:val="00AB4650"/>
    <w:rsid w:val="00AB5265"/>
    <w:rsid w:val="00AB5CAB"/>
    <w:rsid w:val="00AC2C6D"/>
    <w:rsid w:val="00AC4EAC"/>
    <w:rsid w:val="00AD10AE"/>
    <w:rsid w:val="00AE3102"/>
    <w:rsid w:val="00AE5700"/>
    <w:rsid w:val="00AF615B"/>
    <w:rsid w:val="00B04E05"/>
    <w:rsid w:val="00B122F4"/>
    <w:rsid w:val="00B142D5"/>
    <w:rsid w:val="00B20A66"/>
    <w:rsid w:val="00B36C94"/>
    <w:rsid w:val="00B43C65"/>
    <w:rsid w:val="00B63B46"/>
    <w:rsid w:val="00B67FA6"/>
    <w:rsid w:val="00B70C4C"/>
    <w:rsid w:val="00B76755"/>
    <w:rsid w:val="00B91264"/>
    <w:rsid w:val="00BD1CEC"/>
    <w:rsid w:val="00C163F7"/>
    <w:rsid w:val="00C23159"/>
    <w:rsid w:val="00C279DD"/>
    <w:rsid w:val="00C50DBC"/>
    <w:rsid w:val="00C528B9"/>
    <w:rsid w:val="00C531DA"/>
    <w:rsid w:val="00C627DE"/>
    <w:rsid w:val="00C80BE0"/>
    <w:rsid w:val="00C8750E"/>
    <w:rsid w:val="00C97FD2"/>
    <w:rsid w:val="00CB4864"/>
    <w:rsid w:val="00CC4B2D"/>
    <w:rsid w:val="00CD7575"/>
    <w:rsid w:val="00D05833"/>
    <w:rsid w:val="00D128D4"/>
    <w:rsid w:val="00D30727"/>
    <w:rsid w:val="00D52150"/>
    <w:rsid w:val="00D847AD"/>
    <w:rsid w:val="00DB585F"/>
    <w:rsid w:val="00DB6664"/>
    <w:rsid w:val="00DD084C"/>
    <w:rsid w:val="00DF19D5"/>
    <w:rsid w:val="00DF6EB4"/>
    <w:rsid w:val="00E0483F"/>
    <w:rsid w:val="00E1534B"/>
    <w:rsid w:val="00E22226"/>
    <w:rsid w:val="00E43798"/>
    <w:rsid w:val="00E50B08"/>
    <w:rsid w:val="00E711D8"/>
    <w:rsid w:val="00E77162"/>
    <w:rsid w:val="00E875C1"/>
    <w:rsid w:val="00EC285A"/>
    <w:rsid w:val="00EC597E"/>
    <w:rsid w:val="00EE340C"/>
    <w:rsid w:val="00EE3BAA"/>
    <w:rsid w:val="00F46430"/>
    <w:rsid w:val="00F53DB6"/>
    <w:rsid w:val="00F9544D"/>
    <w:rsid w:val="00FC3B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F03D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BCA"/>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426BCA"/>
    <w:pPr>
      <w:spacing w:before="240"/>
      <w:ind w:left="567"/>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styleId="ListParagraph">
    <w:name w:val="List Paragraph"/>
    <w:basedOn w:val="Normal"/>
    <w:uiPriority w:val="34"/>
    <w:qFormat/>
    <w:rsid w:val="008F2CE7"/>
    <w:pPr>
      <w:ind w:left="720"/>
      <w:contextualSpacing/>
    </w:pPr>
  </w:style>
  <w:style w:type="paragraph" w:customStyle="1" w:styleId="Recallinglist1">
    <w:name w:val="Recalling list 1"/>
    <w:basedOn w:val="Normal"/>
    <w:qFormat/>
    <w:rsid w:val="00171AC2"/>
    <w:pPr>
      <w:numPr>
        <w:numId w:val="35"/>
      </w:numPr>
      <w:spacing w:after="120"/>
      <w:jc w:val="both"/>
    </w:pPr>
  </w:style>
  <w:style w:type="paragraph" w:customStyle="1" w:styleId="Recallinglist2">
    <w:name w:val="Recalling list 2"/>
    <w:basedOn w:val="Normal"/>
    <w:qFormat/>
    <w:rsid w:val="00152BCF"/>
    <w:pPr>
      <w:numPr>
        <w:ilvl w:val="1"/>
        <w:numId w:val="35"/>
      </w:numPr>
      <w:spacing w:after="120"/>
    </w:pPr>
  </w:style>
  <w:style w:type="paragraph" w:customStyle="1" w:styleId="Recallinglist3">
    <w:name w:val="Recalling list 3"/>
    <w:basedOn w:val="Normal"/>
    <w:qFormat/>
    <w:rsid w:val="00152BCF"/>
    <w:pPr>
      <w:numPr>
        <w:ilvl w:val="2"/>
        <w:numId w:val="35"/>
      </w:numPr>
      <w:spacing w:after="120"/>
    </w:pPr>
    <w:rPr>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BCA"/>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426BCA"/>
    <w:pPr>
      <w:spacing w:before="240"/>
      <w:ind w:left="567"/>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styleId="ListParagraph">
    <w:name w:val="List Paragraph"/>
    <w:basedOn w:val="Normal"/>
    <w:uiPriority w:val="34"/>
    <w:qFormat/>
    <w:rsid w:val="008F2CE7"/>
    <w:pPr>
      <w:ind w:left="720"/>
      <w:contextualSpacing/>
    </w:pPr>
  </w:style>
  <w:style w:type="paragraph" w:customStyle="1" w:styleId="Recallinglist1">
    <w:name w:val="Recalling list 1"/>
    <w:basedOn w:val="Normal"/>
    <w:qFormat/>
    <w:rsid w:val="00171AC2"/>
    <w:pPr>
      <w:numPr>
        <w:numId w:val="35"/>
      </w:numPr>
      <w:spacing w:after="120"/>
      <w:jc w:val="both"/>
    </w:pPr>
  </w:style>
  <w:style w:type="paragraph" w:customStyle="1" w:styleId="Recallinglist2">
    <w:name w:val="Recalling list 2"/>
    <w:basedOn w:val="Normal"/>
    <w:qFormat/>
    <w:rsid w:val="00152BCF"/>
    <w:pPr>
      <w:numPr>
        <w:ilvl w:val="1"/>
        <w:numId w:val="35"/>
      </w:numPr>
      <w:spacing w:after="120"/>
    </w:pPr>
  </w:style>
  <w:style w:type="paragraph" w:customStyle="1" w:styleId="Recallinglist3">
    <w:name w:val="Recalling list 3"/>
    <w:basedOn w:val="Normal"/>
    <w:qFormat/>
    <w:rsid w:val="00152BCF"/>
    <w:pPr>
      <w:numPr>
        <w:ilvl w:val="2"/>
        <w:numId w:val="35"/>
      </w:numPr>
      <w:spacing w:after="12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026770">
      <w:bodyDiv w:val="1"/>
      <w:marLeft w:val="0"/>
      <w:marRight w:val="0"/>
      <w:marTop w:val="0"/>
      <w:marBottom w:val="0"/>
      <w:divBdr>
        <w:top w:val="none" w:sz="0" w:space="0" w:color="auto"/>
        <w:left w:val="none" w:sz="0" w:space="0" w:color="auto"/>
        <w:bottom w:val="none" w:sz="0" w:space="0" w:color="auto"/>
        <w:right w:val="none" w:sz="0" w:space="0" w:color="auto"/>
      </w:divBdr>
      <w:divsChild>
        <w:div w:id="1773550170">
          <w:marLeft w:val="0"/>
          <w:marRight w:val="0"/>
          <w:marTop w:val="0"/>
          <w:marBottom w:val="0"/>
          <w:divBdr>
            <w:top w:val="none" w:sz="0" w:space="0" w:color="auto"/>
            <w:left w:val="none" w:sz="0" w:space="0" w:color="auto"/>
            <w:bottom w:val="none" w:sz="0" w:space="0" w:color="auto"/>
            <w:right w:val="none" w:sz="0" w:space="0" w:color="auto"/>
          </w:divBdr>
          <w:divsChild>
            <w:div w:id="1910770168">
              <w:marLeft w:val="-2928"/>
              <w:marRight w:val="0"/>
              <w:marTop w:val="0"/>
              <w:marBottom w:val="144"/>
              <w:divBdr>
                <w:top w:val="none" w:sz="0" w:space="0" w:color="auto"/>
                <w:left w:val="none" w:sz="0" w:space="0" w:color="auto"/>
                <w:bottom w:val="none" w:sz="0" w:space="0" w:color="auto"/>
                <w:right w:val="none" w:sz="0" w:space="0" w:color="auto"/>
              </w:divBdr>
              <w:divsChild>
                <w:div w:id="863977923">
                  <w:marLeft w:val="2928"/>
                  <w:marRight w:val="0"/>
                  <w:marTop w:val="672"/>
                  <w:marBottom w:val="0"/>
                  <w:divBdr>
                    <w:top w:val="single" w:sz="6" w:space="0" w:color="AAAAAA"/>
                    <w:left w:val="single" w:sz="6" w:space="0" w:color="AAAAAA"/>
                    <w:bottom w:val="single" w:sz="6" w:space="0" w:color="AAAAAA"/>
                    <w:right w:val="none" w:sz="0" w:space="0" w:color="auto"/>
                  </w:divBdr>
                  <w:divsChild>
                    <w:div w:id="137731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iala-aism@wanadoo.fr" TargetMode="External"/><Relationship Id="rId10"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Recommendation%20Template_Ma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1F89C-A3DE-0642-9E77-DBCF40085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\Users\Hadley\Documents\A_Work\IALA\Committees\Administration - Committee File\Current templates\Recommendation Template_Mar11.dotx</Template>
  <TotalTime>184</TotalTime>
  <Pages>5</Pages>
  <Words>826</Words>
  <Characters>4712</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5527</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cp:lastModifiedBy>
  <cp:revision>17</cp:revision>
  <cp:lastPrinted>2008-12-16T06:04:00Z</cp:lastPrinted>
  <dcterms:created xsi:type="dcterms:W3CDTF">2011-04-09T09:02:00Z</dcterms:created>
  <dcterms:modified xsi:type="dcterms:W3CDTF">2012-01-03T18:39:00Z</dcterms:modified>
</cp:coreProperties>
</file>